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406" w:rsidRPr="00771349" w:rsidRDefault="002E4406" w:rsidP="0092285A">
      <w:pPr>
        <w:pStyle w:val="Title"/>
        <w:rPr>
          <w:b/>
          <w:sz w:val="36"/>
          <w:szCs w:val="36"/>
          <w:u w:val="single"/>
        </w:rPr>
      </w:pPr>
      <w:r w:rsidRPr="00771349">
        <w:rPr>
          <w:b/>
          <w:sz w:val="36"/>
          <w:szCs w:val="36"/>
          <w:u w:val="single"/>
        </w:rPr>
        <w:t>Psychology I</w:t>
      </w:r>
    </w:p>
    <w:p w:rsidR="002E4406" w:rsidRPr="00AA3FAE" w:rsidRDefault="002E4406">
      <w:pPr>
        <w:pStyle w:val="Title"/>
        <w:rPr>
          <w:i/>
          <w:iCs/>
          <w:szCs w:val="32"/>
        </w:rPr>
      </w:pPr>
      <w:r>
        <w:rPr>
          <w:i/>
          <w:iCs/>
          <w:szCs w:val="32"/>
        </w:rPr>
        <w:t>Spring Semester -2012-</w:t>
      </w:r>
    </w:p>
    <w:p w:rsidR="002E4406" w:rsidRPr="00771349" w:rsidRDefault="002E4406">
      <w:pPr>
        <w:pStyle w:val="Subtitle"/>
        <w:rPr>
          <w:sz w:val="32"/>
          <w:szCs w:val="32"/>
        </w:rPr>
      </w:pPr>
      <w:r w:rsidRPr="00771349">
        <w:rPr>
          <w:sz w:val="32"/>
          <w:szCs w:val="32"/>
        </w:rPr>
        <w:t>-Mr. Ranweiler-</w:t>
      </w:r>
    </w:p>
    <w:p w:rsidR="002E4406" w:rsidRPr="0092285A" w:rsidRDefault="002E4406">
      <w:pPr>
        <w:pStyle w:val="Subtitle"/>
        <w:rPr>
          <w:sz w:val="24"/>
        </w:rPr>
      </w:pPr>
      <w:r>
        <w:rPr>
          <w:sz w:val="24"/>
        </w:rPr>
        <w:t>Room 205</w:t>
      </w:r>
    </w:p>
    <w:p w:rsidR="002E4406" w:rsidRDefault="002E4406" w:rsidP="00CE34CB">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2E4406" w:rsidRPr="00CE34CB" w:rsidRDefault="002E4406" w:rsidP="00CE34CB">
      <w:pPr>
        <w:pStyle w:val="Subtitle"/>
        <w:rPr>
          <w:sz w:val="26"/>
          <w:szCs w:val="26"/>
        </w:rPr>
      </w:pPr>
    </w:p>
    <w:p w:rsidR="002E4406" w:rsidRDefault="002E4406" w:rsidP="00CE34CB">
      <w:pPr>
        <w:pStyle w:val="Subtitle"/>
        <w:rPr>
          <w:szCs w:val="28"/>
        </w:rPr>
      </w:pPr>
      <w:r>
        <w:rPr>
          <w:szCs w:val="28"/>
        </w:rPr>
        <w:t>wikispace: ranweiler-socialscience.wikispaces.com</w:t>
      </w:r>
    </w:p>
    <w:p w:rsidR="002E4406" w:rsidRPr="002F0773" w:rsidRDefault="002E4406" w:rsidP="00771349">
      <w:pPr>
        <w:pStyle w:val="Subtitle"/>
        <w:rPr>
          <w:szCs w:val="28"/>
        </w:rPr>
      </w:pPr>
    </w:p>
    <w:p w:rsidR="002E4406" w:rsidRDefault="002E4406"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2E4406" w:rsidRPr="001237C8" w:rsidRDefault="002E4406" w:rsidP="00063BBA">
      <w:pPr>
        <w:pStyle w:val="Subtitle"/>
        <w:rPr>
          <w:sz w:val="24"/>
        </w:rPr>
      </w:pPr>
      <w:r>
        <w:rPr>
          <w:sz w:val="24"/>
        </w:rPr>
        <w:t>My p</w:t>
      </w:r>
      <w:r w:rsidRPr="001237C8">
        <w:rPr>
          <w:sz w:val="24"/>
        </w:rPr>
        <w:t>lanning periods are ____ and ____.</w:t>
      </w:r>
    </w:p>
    <w:p w:rsidR="002E4406" w:rsidRPr="00017977" w:rsidRDefault="002E4406" w:rsidP="001237C8">
      <w:pPr>
        <w:jc w:val="center"/>
        <w:rPr>
          <w:b/>
        </w:rPr>
      </w:pPr>
      <w:r w:rsidRPr="00697554">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style="width:36.75pt;height:39.75pt;visibility:visible">
            <v:imagedata r:id="rId6" o:title=""/>
          </v:shape>
        </w:pict>
      </w:r>
      <w:r w:rsidRPr="00017977">
        <w:rPr>
          <w:b/>
        </w:rPr>
        <w:tab/>
      </w:r>
    </w:p>
    <w:p w:rsidR="002E4406" w:rsidRPr="00017977" w:rsidRDefault="002E4406" w:rsidP="000144CC">
      <w:pPr>
        <w:pStyle w:val="Heading1"/>
        <w:ind w:firstLine="720"/>
        <w:jc w:val="left"/>
        <w:rPr>
          <w:b/>
          <w:sz w:val="24"/>
        </w:rPr>
      </w:pPr>
      <w:r w:rsidRPr="00017977">
        <w:rPr>
          <w:b/>
          <w:sz w:val="24"/>
        </w:rPr>
        <w:t>Psychology</w:t>
      </w:r>
      <w:r>
        <w:rPr>
          <w:b/>
          <w:sz w:val="24"/>
        </w:rPr>
        <w:t xml:space="preserve"> I is an introduction to the field of psychology.  It will involve the foundations of this field, understanding the body and brain.  Students will learn how we develop and learn.  They will also see how scientists study and develop theories of psychology.</w:t>
      </w:r>
    </w:p>
    <w:p w:rsidR="002E4406" w:rsidRPr="00017977" w:rsidRDefault="002E4406" w:rsidP="00692A77">
      <w:pPr>
        <w:pStyle w:val="Heading1"/>
        <w:jc w:val="left"/>
        <w:rPr>
          <w:b/>
          <w:sz w:val="24"/>
        </w:rPr>
      </w:pPr>
    </w:p>
    <w:p w:rsidR="002E4406" w:rsidRDefault="002E4406" w:rsidP="00C806B2">
      <w:pPr>
        <w:pStyle w:val="Heading1"/>
        <w:jc w:val="left"/>
        <w:rPr>
          <w:b/>
          <w:sz w:val="24"/>
        </w:rPr>
      </w:pPr>
      <w:r w:rsidRPr="00017977">
        <w:rPr>
          <w:b/>
          <w:sz w:val="24"/>
        </w:rPr>
        <w:t>It is a semester course and covers the following areas:</w:t>
      </w:r>
    </w:p>
    <w:p w:rsidR="002E4406" w:rsidRPr="00063BBA" w:rsidRDefault="002E4406" w:rsidP="00017977">
      <w:r w:rsidRPr="00063BBA">
        <w:t>Introduction, Understanding the Body and Brain, Sensation and Perception, States of Consciousness, Motivation and Emotion, Memory, Intelligence, Development and Learning.</w:t>
      </w:r>
    </w:p>
    <w:p w:rsidR="002E4406" w:rsidRDefault="002E4406" w:rsidP="00636E4F">
      <w:pPr>
        <w:rPr>
          <w:i/>
          <w:iCs/>
        </w:rPr>
      </w:pPr>
    </w:p>
    <w:p w:rsidR="002E4406" w:rsidRPr="00071114" w:rsidRDefault="002E4406" w:rsidP="00636E4F">
      <w:pPr>
        <w:rPr>
          <w:b/>
          <w:i/>
          <w:iCs/>
        </w:rPr>
      </w:pPr>
      <w:r w:rsidRPr="00071114">
        <w:rPr>
          <w:b/>
          <w:i/>
          <w:iCs/>
        </w:rPr>
        <w:t>Expectations:</w:t>
      </w:r>
    </w:p>
    <w:p w:rsidR="002E4406" w:rsidRPr="00C806B2" w:rsidRDefault="002E4406">
      <w:pPr>
        <w:rPr>
          <w:b/>
          <w:u w:val="single"/>
        </w:rPr>
      </w:pPr>
      <w:r w:rsidRPr="00C806B2">
        <w:rPr>
          <w:b/>
          <w:u w:val="single"/>
        </w:rPr>
        <w:t>WE</w:t>
      </w:r>
    </w:p>
    <w:p w:rsidR="002E4406" w:rsidRPr="00C806B2" w:rsidRDefault="002E4406" w:rsidP="00771349">
      <w:pPr>
        <w:ind w:firstLine="720"/>
        <w:rPr>
          <w:u w:val="single"/>
        </w:rPr>
      </w:pPr>
      <w:r w:rsidRPr="00C806B2">
        <w:rPr>
          <w:b/>
          <w:u w:val="single"/>
        </w:rPr>
        <w:t>A</w:t>
      </w:r>
      <w:r>
        <w:rPr>
          <w:u w:val="single"/>
        </w:rPr>
        <w:t>chieve-</w:t>
      </w:r>
    </w:p>
    <w:p w:rsidR="002E4406" w:rsidRDefault="002E4406" w:rsidP="00771349">
      <w:pPr>
        <w:ind w:left="1440"/>
        <w:rPr>
          <w:u w:val="single"/>
        </w:rPr>
      </w:pPr>
      <w:r w:rsidRPr="00C806B2">
        <w:rPr>
          <w:b/>
          <w:u w:val="single"/>
        </w:rPr>
        <w:t>R</w:t>
      </w:r>
      <w:r>
        <w:rPr>
          <w:u w:val="single"/>
        </w:rPr>
        <w:t>espect-</w:t>
      </w:r>
    </w:p>
    <w:p w:rsidR="002E4406" w:rsidRDefault="002E4406" w:rsidP="00771349">
      <w:pPr>
        <w:ind w:left="1440" w:firstLine="720"/>
        <w:rPr>
          <w:u w:val="single"/>
        </w:rPr>
      </w:pPr>
      <w:r w:rsidRPr="00C806B2">
        <w:rPr>
          <w:b/>
          <w:u w:val="single"/>
        </w:rPr>
        <w:t>E</w:t>
      </w:r>
      <w:r>
        <w:rPr>
          <w:u w:val="single"/>
        </w:rPr>
        <w:t>ngage-</w:t>
      </w:r>
    </w:p>
    <w:p w:rsidR="002E4406" w:rsidRPr="00C806B2" w:rsidRDefault="002E4406" w:rsidP="00771349">
      <w:pPr>
        <w:ind w:left="2880" w:firstLine="720"/>
        <w:rPr>
          <w:b/>
          <w:u w:val="single"/>
        </w:rPr>
      </w:pPr>
      <w:r w:rsidRPr="00C806B2">
        <w:rPr>
          <w:b/>
          <w:u w:val="single"/>
        </w:rPr>
        <w:t>SPARTANS!</w:t>
      </w:r>
    </w:p>
    <w:p w:rsidR="002E4406" w:rsidRDefault="002E4406"/>
    <w:p w:rsidR="002E4406" w:rsidRPr="00CE34CB" w:rsidRDefault="002E4406" w:rsidP="00C806B2">
      <w:r w:rsidRPr="00411BD5">
        <w:rPr>
          <w:b/>
          <w:i/>
          <w:u w:val="single"/>
        </w:rPr>
        <w:t>Materials</w:t>
      </w:r>
      <w:r w:rsidRPr="00071114">
        <w:rPr>
          <w:b/>
        </w:rPr>
        <w:t>:</w:t>
      </w:r>
      <w:r>
        <w:t xml:space="preserve"> bring your textbook to every class, binder/folder, notebook, pen, pencil, motivation, and curiosity.</w:t>
      </w:r>
    </w:p>
    <w:p w:rsidR="002E4406" w:rsidRPr="00CE34CB" w:rsidRDefault="002E4406" w:rsidP="00C806B2">
      <w:r w:rsidRPr="00411BD5">
        <w:rPr>
          <w:b/>
          <w:i/>
          <w:u w:val="single"/>
        </w:rPr>
        <w:t>Grading</w:t>
      </w:r>
      <w:r w:rsidRPr="00071114">
        <w:rPr>
          <w:b/>
        </w:rPr>
        <w:t>:</w:t>
      </w:r>
      <w:r>
        <w:t xml:space="preserve"> 100%-90%=A    89%-80%=B    79%-70%=C    69%-60%=D    &lt;60%=F</w:t>
      </w:r>
    </w:p>
    <w:p w:rsidR="002E4406" w:rsidRPr="00CE34CB" w:rsidRDefault="002E4406"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2E4406" w:rsidRDefault="002E4406" w:rsidP="00C806B2">
      <w:r w:rsidRPr="00411BD5">
        <w:rPr>
          <w:b/>
          <w:i/>
          <w:u w:val="single"/>
        </w:rPr>
        <w:t>Make-up work</w:t>
      </w:r>
      <w:r w:rsidRPr="00071114">
        <w:rPr>
          <w:b/>
          <w:i/>
        </w:rPr>
        <w:t>:</w:t>
      </w:r>
      <w:r>
        <w:t xml:space="preserve">  It is YOUR responsibility to make up any work that has been missed.  </w:t>
      </w:r>
      <w:r w:rsidRPr="00411BD5">
        <w:rPr>
          <w:i/>
        </w:rPr>
        <w:t>Check the bulletin board and find the date you were absent</w:t>
      </w:r>
      <w:r>
        <w:t xml:space="preserve">.  </w:t>
      </w:r>
    </w:p>
    <w:p w:rsidR="002E4406" w:rsidRDefault="002E4406" w:rsidP="00C806B2">
      <w:r>
        <w:t>You have one day for every excused day absent to make up your work.</w:t>
      </w:r>
    </w:p>
    <w:p w:rsidR="002E4406" w:rsidRPr="00411BD5" w:rsidRDefault="002E4406" w:rsidP="00C806B2">
      <w:pPr>
        <w:rPr>
          <w:b/>
          <w:i/>
          <w:u w:val="single"/>
        </w:rPr>
      </w:pPr>
      <w:r w:rsidRPr="00411BD5">
        <w:rPr>
          <w:b/>
          <w:i/>
          <w:u w:val="single"/>
        </w:rPr>
        <w:t>Cell</w:t>
      </w:r>
      <w:r>
        <w:rPr>
          <w:b/>
          <w:i/>
          <w:u w:val="single"/>
        </w:rPr>
        <w:t xml:space="preserve"> </w:t>
      </w:r>
      <w:r w:rsidRPr="00411BD5">
        <w:rPr>
          <w:b/>
          <w:i/>
          <w:u w:val="single"/>
        </w:rPr>
        <w:t>phones, etc.</w:t>
      </w:r>
    </w:p>
    <w:p w:rsidR="002E4406" w:rsidRDefault="002E4406" w:rsidP="00C806B2">
      <w:r>
        <w:t>Be respectful of where you are.</w:t>
      </w:r>
    </w:p>
    <w:p w:rsidR="002E4406" w:rsidRPr="00CE34CB" w:rsidRDefault="002E4406">
      <w:r>
        <w:t>(Check the BHS or district website policy if you need a refresher of the policy.)</w:t>
      </w:r>
    </w:p>
    <w:p w:rsidR="002E4406" w:rsidRPr="00CE34CB" w:rsidRDefault="002E4406">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sectPr w:rsidR="002E4406" w:rsidRPr="00CE34CB"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FAE"/>
    <w:rsid w:val="000144CC"/>
    <w:rsid w:val="00017977"/>
    <w:rsid w:val="0005526E"/>
    <w:rsid w:val="00063601"/>
    <w:rsid w:val="00063BBA"/>
    <w:rsid w:val="00071114"/>
    <w:rsid w:val="000C4BEA"/>
    <w:rsid w:val="001237C8"/>
    <w:rsid w:val="00171055"/>
    <w:rsid w:val="001C1DA4"/>
    <w:rsid w:val="002D5EBA"/>
    <w:rsid w:val="002E4406"/>
    <w:rsid w:val="002F0773"/>
    <w:rsid w:val="003D6D51"/>
    <w:rsid w:val="00411BD5"/>
    <w:rsid w:val="004903A4"/>
    <w:rsid w:val="004B1D2F"/>
    <w:rsid w:val="004E55BE"/>
    <w:rsid w:val="005D1DD0"/>
    <w:rsid w:val="00636E4F"/>
    <w:rsid w:val="00677A06"/>
    <w:rsid w:val="00692A77"/>
    <w:rsid w:val="00697554"/>
    <w:rsid w:val="006F68F5"/>
    <w:rsid w:val="00771349"/>
    <w:rsid w:val="00827885"/>
    <w:rsid w:val="008E71BF"/>
    <w:rsid w:val="0092285A"/>
    <w:rsid w:val="00940501"/>
    <w:rsid w:val="0095600F"/>
    <w:rsid w:val="00A0437E"/>
    <w:rsid w:val="00AA37F1"/>
    <w:rsid w:val="00AA3FAE"/>
    <w:rsid w:val="00BC145E"/>
    <w:rsid w:val="00BF28E7"/>
    <w:rsid w:val="00C46B86"/>
    <w:rsid w:val="00C70F2C"/>
    <w:rsid w:val="00C806B2"/>
    <w:rsid w:val="00CE34CB"/>
    <w:rsid w:val="00D333A4"/>
    <w:rsid w:val="00D92AFD"/>
    <w:rsid w:val="00E0379C"/>
    <w:rsid w:val="00EE41B7"/>
    <w:rsid w:val="00FE48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157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A157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BA157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BA1575"/>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BA1575"/>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BA1575"/>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BA1575"/>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curtis.ranweiler@thompsonschool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Pages>
  <Words>268</Words>
  <Characters>1528</Characters>
  <Application>Microsoft Office Outlook</Application>
  <DocSecurity>0</DocSecurity>
  <Lines>0</Lines>
  <Paragraphs>0</Paragraphs>
  <ScaleCrop>false</ScaleCrop>
  <Company>Turner Middle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Thompson R-2J</dc:creator>
  <cp:keywords/>
  <dc:description/>
  <cp:lastModifiedBy>Curtis Ranweiler</cp:lastModifiedBy>
  <cp:revision>4</cp:revision>
  <cp:lastPrinted>2012-01-08T18:22:00Z</cp:lastPrinted>
  <dcterms:created xsi:type="dcterms:W3CDTF">2012-01-08T18:21:00Z</dcterms:created>
  <dcterms:modified xsi:type="dcterms:W3CDTF">2012-01-08T18:28:00Z</dcterms:modified>
</cp:coreProperties>
</file>